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C62979" w:rsidRPr="00C62979" w:rsidRDefault="00F73753" w:rsidP="00C62979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C62979" w:rsidRPr="00C62979">
        <w:rPr>
          <w:rFonts w:eastAsia="Calibri"/>
          <w:b/>
          <w:bCs/>
          <w:sz w:val="28"/>
          <w:szCs w:val="28"/>
          <w:lang w:eastAsia="ja-JP"/>
        </w:rPr>
        <w:t>Technical administration support</w:t>
      </w:r>
    </w:p>
    <w:p w:rsidR="00C62979" w:rsidRDefault="00C62979" w:rsidP="00C62979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proofErr w:type="gramStart"/>
      <w:r w:rsidRPr="00C62979">
        <w:rPr>
          <w:rFonts w:eastAsia="Calibri"/>
          <w:b/>
          <w:bCs/>
          <w:sz w:val="28"/>
          <w:szCs w:val="28"/>
          <w:lang w:eastAsia="ja-JP"/>
        </w:rPr>
        <w:t>for</w:t>
      </w:r>
      <w:proofErr w:type="gramEnd"/>
      <w:r w:rsidRPr="00C62979">
        <w:rPr>
          <w:rFonts w:eastAsia="Calibri"/>
          <w:b/>
          <w:bCs/>
          <w:sz w:val="28"/>
          <w:szCs w:val="28"/>
          <w:lang w:eastAsia="ja-JP"/>
        </w:rPr>
        <w:t xml:space="preserve"> the disruption mitigation system design</w:t>
      </w:r>
    </w:p>
    <w:p w:rsidR="00F73753" w:rsidRPr="00A41749" w:rsidRDefault="00F73753" w:rsidP="00C62979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IO/</w:t>
      </w:r>
      <w:r w:rsidR="000578F0">
        <w:rPr>
          <w:b/>
          <w:i/>
          <w:sz w:val="28"/>
          <w:szCs w:val="28"/>
        </w:rPr>
        <w:t>20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CFE</w:t>
      </w:r>
      <w:r w:rsidRPr="000578F0">
        <w:rPr>
          <w:b/>
          <w:sz w:val="28"/>
          <w:szCs w:val="28"/>
        </w:rPr>
        <w:t>/</w:t>
      </w:r>
      <w:r w:rsidR="00606A35">
        <w:rPr>
          <w:b/>
          <w:i/>
          <w:sz w:val="28"/>
          <w:szCs w:val="28"/>
        </w:rPr>
        <w:t>1001986</w:t>
      </w:r>
      <w:r w:rsidR="00C62979">
        <w:rPr>
          <w:b/>
          <w:i/>
          <w:sz w:val="28"/>
          <w:szCs w:val="28"/>
        </w:rPr>
        <w:t>9</w:t>
      </w:r>
      <w:bookmarkStart w:id="0" w:name="_GoBack"/>
      <w:bookmarkEnd w:id="0"/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IN</w:t>
      </w:r>
      <w:r w:rsidR="00FE338F">
        <w:rPr>
          <w:b/>
          <w:i/>
          <w:sz w:val="28"/>
          <w:szCs w:val="28"/>
        </w:rPr>
        <w:t>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  <w:r w:rsidR="00606A35">
        <w:tab/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7D5EF3">
        <w:t xml:space="preserve">kick off date, </w:t>
      </w:r>
      <w:r w:rsidR="003E4DA9" w:rsidRPr="000212ED">
        <w:t xml:space="preserve">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 xml:space="preserve"> 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6672E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06A35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D5EF3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2979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4229F8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1</TotalTime>
  <Pages>1</Pages>
  <Words>208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2020-10-06T12:50:00Z</dcterms:created>
  <dcterms:modified xsi:type="dcterms:W3CDTF">2020-10-06T12:50:00Z</dcterms:modified>
</cp:coreProperties>
</file>